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7A9141" w14:textId="2E1F5541" w:rsidR="00421E32" w:rsidRPr="007F3777" w:rsidRDefault="005F009C" w:rsidP="004F58CB">
      <w:pPr>
        <w:spacing w:before="1200" w:after="2400"/>
        <w:jc w:val="center"/>
        <w:rPr>
          <w:rFonts w:asciiTheme="minorHAnsi" w:hAnsiTheme="minorHAnsi" w:cstheme="minorHAnsi"/>
          <w:b/>
          <w:sz w:val="36"/>
          <w:szCs w:val="36"/>
          <w:lang w:val="en-GB"/>
        </w:rPr>
      </w:pPr>
      <w:r w:rsidRPr="007F3777">
        <w:rPr>
          <w:rFonts w:asciiTheme="minorHAnsi" w:hAnsiTheme="minorHAnsi" w:cstheme="minorHAnsi"/>
          <w:b/>
          <w:sz w:val="36"/>
          <w:szCs w:val="36"/>
          <w:lang w:val="en-GB"/>
        </w:rPr>
        <w:t xml:space="preserve">REQUEST FOR </w:t>
      </w:r>
      <w:r w:rsidR="009C728C">
        <w:rPr>
          <w:rFonts w:asciiTheme="minorHAnsi" w:hAnsiTheme="minorHAnsi" w:cstheme="minorHAnsi"/>
          <w:b/>
          <w:sz w:val="36"/>
          <w:szCs w:val="36"/>
          <w:lang w:val="en-GB"/>
        </w:rPr>
        <w:t>QUOTATION</w:t>
      </w:r>
      <w:r w:rsidR="00EA5718" w:rsidRPr="007F3777">
        <w:rPr>
          <w:rFonts w:asciiTheme="minorHAnsi" w:hAnsiTheme="minorHAnsi" w:cstheme="minorHAnsi"/>
          <w:b/>
          <w:sz w:val="36"/>
          <w:szCs w:val="36"/>
          <w:lang w:val="en-GB"/>
        </w:rPr>
        <w:br/>
      </w:r>
      <w:r w:rsidR="00090751" w:rsidRPr="00090751">
        <w:rPr>
          <w:rFonts w:asciiTheme="minorHAnsi" w:hAnsiTheme="minorHAnsi" w:cstheme="minorHAnsi"/>
          <w:b/>
          <w:sz w:val="36"/>
          <w:szCs w:val="36"/>
        </w:rPr>
        <w:t>TIME SCHEDULE FOR THE RF</w:t>
      </w:r>
      <w:r w:rsidR="009C728C">
        <w:rPr>
          <w:rFonts w:asciiTheme="minorHAnsi" w:hAnsiTheme="minorHAnsi" w:cstheme="minorHAnsi"/>
          <w:b/>
          <w:sz w:val="36"/>
          <w:szCs w:val="36"/>
        </w:rPr>
        <w:t>Q</w:t>
      </w:r>
      <w:r w:rsidR="00090751" w:rsidRPr="00090751">
        <w:rPr>
          <w:rFonts w:asciiTheme="minorHAnsi" w:hAnsiTheme="minorHAnsi" w:cstheme="minorHAnsi"/>
          <w:b/>
          <w:sz w:val="36"/>
          <w:szCs w:val="36"/>
        </w:rPr>
        <w:t>/PROCUREMENT PROCESS</w:t>
      </w:r>
    </w:p>
    <w:p w14:paraId="002A6A00" w14:textId="0A776761" w:rsidR="004E36AD" w:rsidRPr="007F3777" w:rsidRDefault="004E36AD" w:rsidP="00FE039B">
      <w:pPr>
        <w:tabs>
          <w:tab w:val="left" w:pos="2835"/>
        </w:tabs>
        <w:spacing w:before="240" w:after="240"/>
        <w:ind w:left="2835" w:hanging="2835"/>
        <w:jc w:val="center"/>
        <w:rPr>
          <w:lang w:val="en-GB" w:eastAsia="ko-KR"/>
        </w:rPr>
      </w:pPr>
      <w:r w:rsidRPr="007F3777">
        <w:rPr>
          <w:b/>
          <w:lang w:val="en-GB"/>
        </w:rPr>
        <w:t>Procurement No:</w:t>
      </w:r>
      <w:r w:rsidR="00897237">
        <w:rPr>
          <w:lang w:val="en-GB"/>
        </w:rPr>
        <w:t xml:space="preserve"> 15-G003-25</w:t>
      </w:r>
    </w:p>
    <w:p w14:paraId="5271E422" w14:textId="09544010" w:rsidR="00441DA5" w:rsidRDefault="00441DA5" w:rsidP="004E36AD">
      <w:pPr>
        <w:tabs>
          <w:tab w:val="left" w:pos="2835"/>
        </w:tabs>
        <w:spacing w:before="240" w:after="240"/>
        <w:ind w:left="2835" w:hanging="2835"/>
        <w:rPr>
          <w:rFonts w:ascii="Calibri" w:hAnsi="Calibri" w:cs="Calibri"/>
          <w:highlight w:val="yellow"/>
        </w:rPr>
      </w:pPr>
      <w:r>
        <w:rPr>
          <w:rFonts w:ascii="Calibri" w:hAnsi="Calibri" w:cs="Calibri"/>
          <w:highlight w:val="yellow"/>
        </w:rPr>
        <w:br w:type="page"/>
      </w:r>
    </w:p>
    <w:p w14:paraId="535E7594" w14:textId="77777777" w:rsidR="004E36AD" w:rsidRPr="00106A08" w:rsidRDefault="004E36AD" w:rsidP="004E36AD">
      <w:pPr>
        <w:pStyle w:val="Heading3"/>
        <w:jc w:val="both"/>
        <w:rPr>
          <w:rFonts w:cs="Calibri"/>
          <w:sz w:val="24"/>
        </w:rPr>
      </w:pPr>
      <w:r>
        <w:rPr>
          <w:rFonts w:cs="Calibri"/>
          <w:sz w:val="24"/>
        </w:rPr>
        <w:lastRenderedPageBreak/>
        <w:t>Time Schedule for the RFQ/procurement process</w:t>
      </w:r>
    </w:p>
    <w:p w14:paraId="69D1A0CE" w14:textId="5F872F4A" w:rsidR="004E36AD" w:rsidRPr="00A33618" w:rsidRDefault="004E36AD" w:rsidP="004E36AD">
      <w:pPr>
        <w:spacing w:before="120"/>
        <w:jc w:val="both"/>
        <w:rPr>
          <w:rFonts w:ascii="Calibri" w:hAnsi="Calibri" w:cs="Calibri"/>
        </w:rPr>
      </w:pPr>
      <w:r w:rsidRPr="00781C4F">
        <w:rPr>
          <w:rFonts w:ascii="Calibri" w:hAnsi="Calibri" w:cs="Calibri"/>
        </w:rPr>
        <w:t xml:space="preserve">The Procurement will follow the timeline below for this RFQ. Any changes to this timeline will be posted on the </w:t>
      </w:r>
      <w:r w:rsidR="005F5C3B" w:rsidRPr="00781C4F">
        <w:rPr>
          <w:rFonts w:ascii="Calibri" w:hAnsi="Calibri" w:cs="Calibri"/>
        </w:rPr>
        <w:t>Kiribati Public Procurement Web</w:t>
      </w:r>
      <w:r w:rsidRPr="00781C4F">
        <w:rPr>
          <w:rFonts w:ascii="Calibri" w:hAnsi="Calibri" w:cs="Calibri"/>
        </w:rPr>
        <w:t xml:space="preserve"> </w:t>
      </w:r>
      <w:r w:rsidR="00D80D8E" w:rsidRPr="00781C4F">
        <w:rPr>
          <w:rFonts w:ascii="Calibri" w:hAnsi="Calibri" w:cs="Calibri"/>
        </w:rPr>
        <w:t>Portal</w:t>
      </w:r>
      <w:r w:rsidRPr="00781C4F">
        <w:rPr>
          <w:rFonts w:ascii="Calibri" w:hAnsi="Calibri" w:cs="Calibri"/>
        </w:rPr>
        <w:t xml:space="preserve"> (</w:t>
      </w:r>
      <w:hyperlink r:id="rId11" w:history="1">
        <w:r w:rsidR="00AB0D84" w:rsidRPr="00781C4F">
          <w:rPr>
            <w:rStyle w:val="Hyperlink"/>
          </w:rPr>
          <w:t>Tender List | Central Procurement Unit</w:t>
        </w:r>
      </w:hyperlink>
      <w:r w:rsidRPr="00781C4F">
        <w:rPr>
          <w:rFonts w:ascii="Calibri" w:hAnsi="Calibri" w:cs="Calibri"/>
        </w:rPr>
        <w:t xml:space="preserve">) </w:t>
      </w:r>
      <w:r w:rsidRPr="00781C4F">
        <w:rPr>
          <w:rFonts w:ascii="Calibri" w:hAnsi="Calibri" w:cs="Calibri"/>
          <w:u w:val="single"/>
        </w:rPr>
        <w:t>or</w:t>
      </w:r>
      <w:r w:rsidRPr="00781C4F">
        <w:rPr>
          <w:rFonts w:ascii="Calibri" w:hAnsi="Calibri" w:cs="Calibri"/>
        </w:rPr>
        <w:t xml:space="preserve"> sent directly </w:t>
      </w:r>
      <w:r w:rsidR="00FE039B" w:rsidRPr="00781C4F">
        <w:rPr>
          <w:rFonts w:ascii="Calibri" w:hAnsi="Calibri" w:cs="Calibri"/>
        </w:rPr>
        <w:t xml:space="preserve">to </w:t>
      </w:r>
      <w:r w:rsidRPr="00781C4F">
        <w:rPr>
          <w:rFonts w:ascii="Calibri" w:hAnsi="Calibri" w:cs="Calibri"/>
        </w:rPr>
        <w:t>Tenderers who have been specifically invited to submit a Tender.</w:t>
      </w:r>
      <w:r w:rsidRPr="004E36AD">
        <w:rPr>
          <w:rFonts w:ascii="Calibri" w:hAnsi="Calibri" w:cs="Calibri"/>
        </w:rPr>
        <w:t xml:space="preserve"> Please note that the dates set forth in </w:t>
      </w:r>
      <w:r w:rsidR="005F5C3B">
        <w:rPr>
          <w:rFonts w:ascii="Calibri" w:hAnsi="Calibri" w:cs="Calibri"/>
        </w:rPr>
        <w:t>5-9</w:t>
      </w:r>
      <w:r w:rsidRPr="004E36AD">
        <w:rPr>
          <w:rFonts w:ascii="Calibri" w:hAnsi="Calibri" w:cs="Calibri"/>
        </w:rPr>
        <w:t xml:space="preserve"> are target dates and may be adjusted.</w:t>
      </w:r>
    </w:p>
    <w:p w14:paraId="2A12EA36" w14:textId="77777777" w:rsidR="004E36AD" w:rsidRPr="00A33618" w:rsidRDefault="004E36AD" w:rsidP="004E36AD">
      <w:pPr>
        <w:rPr>
          <w:rFonts w:ascii="Calibri" w:hAnsi="Calibri" w:cs="Calibri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3"/>
        <w:gridCol w:w="2268"/>
        <w:gridCol w:w="2192"/>
      </w:tblGrid>
      <w:tr w:rsidR="00B0293A" w:rsidRPr="00781C4F" w14:paraId="07FCC147" w14:textId="77777777" w:rsidTr="00F9710B">
        <w:tc>
          <w:tcPr>
            <w:tcW w:w="4673" w:type="dxa"/>
            <w:shd w:val="clear" w:color="auto" w:fill="auto"/>
          </w:tcPr>
          <w:p w14:paraId="1F083020" w14:textId="77777777" w:rsidR="00B0293A" w:rsidRPr="00781C4F" w:rsidRDefault="00B0293A" w:rsidP="00F9710B">
            <w:pPr>
              <w:ind w:left="34"/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781C4F">
              <w:rPr>
                <w:rFonts w:ascii="Calibri" w:hAnsi="Calibri" w:cs="Calibri"/>
                <w:b/>
                <w:kern w:val="2"/>
                <w:lang w:eastAsia="ko-KR"/>
              </w:rPr>
              <w:t>Event</w:t>
            </w:r>
          </w:p>
        </w:tc>
        <w:tc>
          <w:tcPr>
            <w:tcW w:w="2268" w:type="dxa"/>
            <w:shd w:val="clear" w:color="auto" w:fill="auto"/>
          </w:tcPr>
          <w:p w14:paraId="182AEE6E" w14:textId="77777777" w:rsidR="00B0293A" w:rsidRPr="00781C4F" w:rsidRDefault="00B0293A" w:rsidP="00D719B3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781C4F">
              <w:rPr>
                <w:rFonts w:ascii="Calibri" w:hAnsi="Calibri" w:cs="Calibri"/>
                <w:b/>
                <w:kern w:val="2"/>
                <w:lang w:eastAsia="ko-KR"/>
              </w:rPr>
              <w:t>Responsible Party</w:t>
            </w:r>
          </w:p>
        </w:tc>
        <w:tc>
          <w:tcPr>
            <w:tcW w:w="2192" w:type="dxa"/>
            <w:shd w:val="clear" w:color="auto" w:fill="auto"/>
          </w:tcPr>
          <w:p w14:paraId="4209AB48" w14:textId="3074168D" w:rsidR="00B0293A" w:rsidRPr="00781C4F" w:rsidRDefault="00B0293A" w:rsidP="00D719B3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781C4F">
              <w:rPr>
                <w:rFonts w:ascii="Calibri" w:hAnsi="Calibri" w:cs="Calibri"/>
                <w:b/>
                <w:color w:val="FF0000"/>
                <w:kern w:val="2"/>
                <w:lang w:eastAsia="ko-KR"/>
              </w:rPr>
              <w:t>Date and time, KST*</w:t>
            </w:r>
          </w:p>
        </w:tc>
      </w:tr>
      <w:tr w:rsidR="00B0293A" w:rsidRPr="00781C4F" w14:paraId="28B1BC3C" w14:textId="77777777" w:rsidTr="00F9710B">
        <w:tc>
          <w:tcPr>
            <w:tcW w:w="4673" w:type="dxa"/>
            <w:shd w:val="clear" w:color="auto" w:fill="auto"/>
          </w:tcPr>
          <w:p w14:paraId="462D669A" w14:textId="77777777" w:rsidR="00B0293A" w:rsidRPr="00781C4F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781C4F">
              <w:rPr>
                <w:rFonts w:cs="Calibri"/>
                <w:sz w:val="24"/>
                <w:szCs w:val="24"/>
              </w:rPr>
              <w:t>Launch and publication of RFQ</w:t>
            </w:r>
          </w:p>
        </w:tc>
        <w:tc>
          <w:tcPr>
            <w:tcW w:w="2268" w:type="dxa"/>
            <w:shd w:val="clear" w:color="auto" w:fill="auto"/>
          </w:tcPr>
          <w:p w14:paraId="56C60DEA" w14:textId="25E47050" w:rsidR="00B0293A" w:rsidRPr="00781C4F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781C4F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0710C066" w14:textId="453F9031" w:rsidR="00B0293A" w:rsidRPr="00781C4F" w:rsidRDefault="00897237" w:rsidP="00D719B3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0</w:t>
            </w:r>
            <w:r w:rsidR="00883C20">
              <w:rPr>
                <w:rFonts w:ascii="Calibri" w:hAnsi="Calibri"/>
                <w:szCs w:val="20"/>
              </w:rPr>
              <w:t>5</w:t>
            </w:r>
            <w:r>
              <w:rPr>
                <w:rFonts w:ascii="Calibri" w:hAnsi="Calibri"/>
                <w:szCs w:val="20"/>
              </w:rPr>
              <w:t>/09/2025</w:t>
            </w:r>
          </w:p>
        </w:tc>
      </w:tr>
      <w:tr w:rsidR="00B0293A" w:rsidRPr="00781C4F" w14:paraId="4D9567D4" w14:textId="77777777" w:rsidTr="00F9710B">
        <w:tc>
          <w:tcPr>
            <w:tcW w:w="4673" w:type="dxa"/>
            <w:shd w:val="clear" w:color="auto" w:fill="auto"/>
          </w:tcPr>
          <w:p w14:paraId="34AF4BE9" w14:textId="77777777" w:rsidR="00B0293A" w:rsidRPr="00781C4F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781C4F">
              <w:rPr>
                <w:rFonts w:cs="Calibri"/>
                <w:sz w:val="24"/>
                <w:szCs w:val="24"/>
              </w:rPr>
              <w:t>Last date for questions about RFQ</w:t>
            </w:r>
          </w:p>
        </w:tc>
        <w:tc>
          <w:tcPr>
            <w:tcW w:w="2268" w:type="dxa"/>
            <w:shd w:val="clear" w:color="auto" w:fill="auto"/>
          </w:tcPr>
          <w:p w14:paraId="440009ED" w14:textId="77777777" w:rsidR="00B0293A" w:rsidRPr="00781C4F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781C4F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5089B299" w14:textId="06E5C031" w:rsidR="00B0293A" w:rsidRPr="00781C4F" w:rsidRDefault="00897237" w:rsidP="00D719B3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19/09/2025</w:t>
            </w:r>
          </w:p>
        </w:tc>
      </w:tr>
      <w:tr w:rsidR="00B0293A" w:rsidRPr="00781C4F" w14:paraId="2E8E3BDC" w14:textId="77777777" w:rsidTr="00F9710B">
        <w:tc>
          <w:tcPr>
            <w:tcW w:w="4673" w:type="dxa"/>
            <w:shd w:val="clear" w:color="auto" w:fill="auto"/>
          </w:tcPr>
          <w:p w14:paraId="2D4664AB" w14:textId="11017F4A" w:rsidR="00B0293A" w:rsidRPr="00781C4F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781C4F">
              <w:rPr>
                <w:rFonts w:cs="Calibri"/>
                <w:sz w:val="24"/>
                <w:szCs w:val="24"/>
              </w:rPr>
              <w:t xml:space="preserve">Last date for answers to questions and/or </w:t>
            </w:r>
            <w:r w:rsidR="00F9710B" w:rsidRPr="00781C4F">
              <w:rPr>
                <w:rFonts w:cs="Calibri"/>
                <w:sz w:val="24"/>
                <w:szCs w:val="24"/>
              </w:rPr>
              <w:t xml:space="preserve">to </w:t>
            </w:r>
            <w:r w:rsidRPr="00781C4F">
              <w:rPr>
                <w:rFonts w:cs="Calibri"/>
                <w:sz w:val="24"/>
                <w:szCs w:val="24"/>
              </w:rPr>
              <w:t>amend the RFQ</w:t>
            </w:r>
          </w:p>
        </w:tc>
        <w:tc>
          <w:tcPr>
            <w:tcW w:w="2268" w:type="dxa"/>
            <w:shd w:val="clear" w:color="auto" w:fill="auto"/>
          </w:tcPr>
          <w:p w14:paraId="0090B8D6" w14:textId="441BE3E8" w:rsidR="00B0293A" w:rsidRPr="00781C4F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781C4F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4B0F8C82" w14:textId="23F3B293" w:rsidR="00B0293A" w:rsidRPr="00781C4F" w:rsidRDefault="00897237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26/09/2025</w:t>
            </w:r>
          </w:p>
        </w:tc>
      </w:tr>
      <w:tr w:rsidR="00B0293A" w:rsidRPr="00781C4F" w14:paraId="3D3C37BA" w14:textId="77777777" w:rsidTr="00F9710B">
        <w:tc>
          <w:tcPr>
            <w:tcW w:w="4673" w:type="dxa"/>
            <w:tcBorders>
              <w:bottom w:val="single" w:sz="12" w:space="0" w:color="auto"/>
            </w:tcBorders>
            <w:shd w:val="clear" w:color="auto" w:fill="auto"/>
          </w:tcPr>
          <w:p w14:paraId="57B4FCB0" w14:textId="77777777" w:rsidR="00B0293A" w:rsidRPr="00781C4F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781C4F">
              <w:rPr>
                <w:rFonts w:cs="Calibri"/>
                <w:sz w:val="24"/>
                <w:szCs w:val="24"/>
              </w:rPr>
              <w:t>Last date for submission of Quotation</w:t>
            </w:r>
          </w:p>
        </w:tc>
        <w:tc>
          <w:tcPr>
            <w:tcW w:w="2268" w:type="dxa"/>
            <w:tcBorders>
              <w:bottom w:val="single" w:sz="12" w:space="0" w:color="auto"/>
            </w:tcBorders>
            <w:shd w:val="clear" w:color="auto" w:fill="auto"/>
          </w:tcPr>
          <w:p w14:paraId="554EDF67" w14:textId="77777777" w:rsidR="00B0293A" w:rsidRPr="00781C4F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781C4F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4DDD48BC" w14:textId="4BBE1565" w:rsidR="00B0293A" w:rsidRPr="00781C4F" w:rsidRDefault="00897237" w:rsidP="00D719B3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30/09/2025</w:t>
            </w:r>
          </w:p>
        </w:tc>
      </w:tr>
      <w:tr w:rsidR="00B0293A" w:rsidRPr="00781C4F" w14:paraId="1D91F0FB" w14:textId="77777777" w:rsidTr="00F9710B">
        <w:tc>
          <w:tcPr>
            <w:tcW w:w="4673" w:type="dxa"/>
            <w:shd w:val="clear" w:color="auto" w:fill="auto"/>
          </w:tcPr>
          <w:p w14:paraId="26733970" w14:textId="77777777" w:rsidR="00B0293A" w:rsidRPr="00781C4F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781C4F">
              <w:rPr>
                <w:rFonts w:cs="Calibri"/>
                <w:sz w:val="24"/>
                <w:szCs w:val="24"/>
              </w:rPr>
              <w:t>Evaluation finalized</w:t>
            </w:r>
          </w:p>
        </w:tc>
        <w:tc>
          <w:tcPr>
            <w:tcW w:w="2268" w:type="dxa"/>
            <w:shd w:val="clear" w:color="auto" w:fill="auto"/>
          </w:tcPr>
          <w:p w14:paraId="2D6F368F" w14:textId="40DCA3AB" w:rsidR="00B0293A" w:rsidRPr="00781C4F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781C4F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1E8CE09F" w14:textId="389AF783" w:rsidR="00B0293A" w:rsidRPr="00781C4F" w:rsidRDefault="00897237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2/10/2025</w:t>
            </w:r>
          </w:p>
        </w:tc>
      </w:tr>
      <w:tr w:rsidR="00B0293A" w:rsidRPr="00781C4F" w14:paraId="5319267B" w14:textId="77777777" w:rsidTr="00F9710B">
        <w:tc>
          <w:tcPr>
            <w:tcW w:w="4673" w:type="dxa"/>
            <w:shd w:val="clear" w:color="auto" w:fill="auto"/>
          </w:tcPr>
          <w:p w14:paraId="7C5FEA8D" w14:textId="77777777" w:rsidR="00B0293A" w:rsidRPr="00781C4F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781C4F">
              <w:rPr>
                <w:rFonts w:cs="Calibri"/>
                <w:sz w:val="24"/>
                <w:szCs w:val="24"/>
              </w:rPr>
              <w:t>Award of Contract</w:t>
            </w:r>
          </w:p>
        </w:tc>
        <w:tc>
          <w:tcPr>
            <w:tcW w:w="2268" w:type="dxa"/>
            <w:shd w:val="clear" w:color="auto" w:fill="auto"/>
          </w:tcPr>
          <w:p w14:paraId="06B62228" w14:textId="1D1C1A63" w:rsidR="00B0293A" w:rsidRPr="00781C4F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781C4F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1449178D" w14:textId="23AF8A47" w:rsidR="00B0293A" w:rsidRPr="00781C4F" w:rsidRDefault="00897237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3/10/2025</w:t>
            </w:r>
          </w:p>
        </w:tc>
      </w:tr>
      <w:tr w:rsidR="00B0293A" w:rsidRPr="00781C4F" w14:paraId="603C6C3A" w14:textId="77777777" w:rsidTr="00F9710B">
        <w:tc>
          <w:tcPr>
            <w:tcW w:w="4673" w:type="dxa"/>
            <w:shd w:val="clear" w:color="auto" w:fill="auto"/>
          </w:tcPr>
          <w:p w14:paraId="468A46DD" w14:textId="77777777" w:rsidR="00B0293A" w:rsidRPr="00781C4F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781C4F">
              <w:rPr>
                <w:rFonts w:cs="Calibri"/>
                <w:sz w:val="24"/>
                <w:szCs w:val="24"/>
              </w:rPr>
              <w:t>Contract Terms and Conditions</w:t>
            </w:r>
          </w:p>
        </w:tc>
        <w:tc>
          <w:tcPr>
            <w:tcW w:w="2268" w:type="dxa"/>
            <w:shd w:val="clear" w:color="auto" w:fill="auto"/>
          </w:tcPr>
          <w:p w14:paraId="41CD7928" w14:textId="0B6EE773" w:rsidR="00B0293A" w:rsidRPr="00781C4F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781C4F">
              <w:rPr>
                <w:rFonts w:ascii="Calibri" w:hAnsi="Calibri" w:cs="Calibri"/>
                <w:kern w:val="2"/>
                <w:lang w:eastAsia="ko-KR"/>
              </w:rPr>
              <w:t>Procuring Entity/Tenderer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02ADCA74" w14:textId="0D630D36" w:rsidR="00B0293A" w:rsidRPr="00781C4F" w:rsidRDefault="00897237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17/10/2025</w:t>
            </w:r>
          </w:p>
        </w:tc>
      </w:tr>
      <w:tr w:rsidR="00B0293A" w:rsidRPr="00781C4F" w14:paraId="405F2EC0" w14:textId="77777777" w:rsidTr="00F9710B">
        <w:tc>
          <w:tcPr>
            <w:tcW w:w="4673" w:type="dxa"/>
            <w:shd w:val="clear" w:color="auto" w:fill="auto"/>
          </w:tcPr>
          <w:p w14:paraId="64B1558C" w14:textId="77777777" w:rsidR="00B0293A" w:rsidRPr="00781C4F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781C4F">
              <w:rPr>
                <w:rFonts w:cs="Calibri"/>
                <w:sz w:val="24"/>
                <w:szCs w:val="24"/>
              </w:rPr>
              <w:t>Contract signing</w:t>
            </w:r>
          </w:p>
        </w:tc>
        <w:tc>
          <w:tcPr>
            <w:tcW w:w="2268" w:type="dxa"/>
            <w:shd w:val="clear" w:color="auto" w:fill="auto"/>
          </w:tcPr>
          <w:p w14:paraId="022BDB2B" w14:textId="1AB579C9" w:rsidR="00B0293A" w:rsidRPr="00781C4F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781C4F">
              <w:rPr>
                <w:rFonts w:ascii="Calibri" w:hAnsi="Calibri" w:cs="Calibri"/>
                <w:kern w:val="2"/>
                <w:lang w:eastAsia="ko-KR"/>
              </w:rPr>
              <w:t>Procuring Entity/Tenderer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6783A509" w14:textId="0A6EC53E" w:rsidR="00B0293A" w:rsidRPr="00781C4F" w:rsidRDefault="00897237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20/10/2025</w:t>
            </w:r>
          </w:p>
        </w:tc>
      </w:tr>
      <w:tr w:rsidR="00B0293A" w:rsidRPr="00781C4F" w14:paraId="169855ED" w14:textId="77777777" w:rsidTr="00F9710B">
        <w:tc>
          <w:tcPr>
            <w:tcW w:w="4673" w:type="dxa"/>
            <w:shd w:val="clear" w:color="auto" w:fill="auto"/>
          </w:tcPr>
          <w:p w14:paraId="4995C7A1" w14:textId="77777777" w:rsidR="00B0293A" w:rsidRPr="00781C4F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781C4F">
              <w:rPr>
                <w:rFonts w:cs="Calibri"/>
                <w:sz w:val="24"/>
                <w:szCs w:val="24"/>
              </w:rPr>
              <w:t>Contract/Project start date</w:t>
            </w:r>
          </w:p>
        </w:tc>
        <w:tc>
          <w:tcPr>
            <w:tcW w:w="2268" w:type="dxa"/>
            <w:shd w:val="clear" w:color="auto" w:fill="auto"/>
          </w:tcPr>
          <w:p w14:paraId="12184960" w14:textId="77777777" w:rsidR="00B0293A" w:rsidRPr="00781C4F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781C4F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48C3B234" w14:textId="5F1362E0" w:rsidR="00B0293A" w:rsidRPr="00781C4F" w:rsidRDefault="00897237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21/10/2025</w:t>
            </w:r>
          </w:p>
        </w:tc>
      </w:tr>
    </w:tbl>
    <w:p w14:paraId="6D252130" w14:textId="09BD1034" w:rsidR="004E36AD" w:rsidRPr="00833614" w:rsidRDefault="004E36AD" w:rsidP="004E36AD">
      <w:pPr>
        <w:rPr>
          <w:rFonts w:asciiTheme="minorHAnsi" w:hAnsiTheme="minorHAnsi"/>
          <w:color w:val="FF0000"/>
          <w:sz w:val="22"/>
          <w:szCs w:val="22"/>
        </w:rPr>
      </w:pPr>
      <w:r w:rsidRPr="00833614">
        <w:rPr>
          <w:rFonts w:asciiTheme="minorHAnsi" w:hAnsiTheme="minorHAnsi"/>
          <w:color w:val="FF0000"/>
          <w:sz w:val="22"/>
          <w:szCs w:val="22"/>
        </w:rPr>
        <w:t xml:space="preserve">* </w:t>
      </w:r>
      <w:r>
        <w:rPr>
          <w:rFonts w:asciiTheme="minorHAnsi" w:hAnsiTheme="minorHAnsi"/>
          <w:color w:val="FF0000"/>
          <w:sz w:val="22"/>
          <w:szCs w:val="22"/>
        </w:rPr>
        <w:t>Kiribati</w:t>
      </w:r>
      <w:r w:rsidRPr="00833614">
        <w:rPr>
          <w:rFonts w:asciiTheme="minorHAnsi" w:hAnsiTheme="minorHAnsi"/>
          <w:color w:val="FF0000"/>
          <w:sz w:val="22"/>
          <w:szCs w:val="22"/>
        </w:rPr>
        <w:t xml:space="preserve"> Standard Time (</w:t>
      </w:r>
      <w:r>
        <w:rPr>
          <w:rFonts w:asciiTheme="minorHAnsi" w:hAnsiTheme="minorHAnsi"/>
          <w:color w:val="FF0000"/>
          <w:sz w:val="22"/>
          <w:szCs w:val="22"/>
        </w:rPr>
        <w:t>Tarawa</w:t>
      </w:r>
      <w:r w:rsidRPr="00833614">
        <w:rPr>
          <w:rFonts w:asciiTheme="minorHAnsi" w:hAnsiTheme="minorHAnsi"/>
          <w:color w:val="FF0000"/>
          <w:sz w:val="22"/>
          <w:szCs w:val="22"/>
        </w:rPr>
        <w:t xml:space="preserve"> Time)</w:t>
      </w:r>
      <w:r>
        <w:rPr>
          <w:rFonts w:asciiTheme="minorHAnsi" w:hAnsiTheme="minorHAnsi"/>
          <w:color w:val="FF0000"/>
          <w:sz w:val="22"/>
          <w:szCs w:val="22"/>
        </w:rPr>
        <w:t xml:space="preserve"> GMT+12 – </w:t>
      </w:r>
      <w:r w:rsidRPr="00833614">
        <w:rPr>
          <w:rFonts w:asciiTheme="minorHAnsi" w:hAnsiTheme="minorHAnsi"/>
          <w:color w:val="FF0000"/>
          <w:sz w:val="22"/>
          <w:szCs w:val="22"/>
        </w:rPr>
        <w:t>Quotations or Questions, or parts thereof, delivered after the latest date and time for submission will not be opened or considered</w:t>
      </w:r>
      <w:r>
        <w:rPr>
          <w:rFonts w:asciiTheme="minorHAnsi" w:hAnsiTheme="minorHAnsi"/>
          <w:color w:val="FF0000"/>
          <w:sz w:val="22"/>
          <w:szCs w:val="22"/>
        </w:rPr>
        <w:t>.</w:t>
      </w:r>
    </w:p>
    <w:p w14:paraId="619B9464" w14:textId="4C9B0328" w:rsidR="00C447AC" w:rsidRPr="00090751" w:rsidRDefault="00C447AC" w:rsidP="00D80D8E">
      <w:pPr>
        <w:rPr>
          <w:rFonts w:asciiTheme="minorHAnsi" w:hAnsiTheme="minorHAnsi"/>
          <w:sz w:val="22"/>
          <w:szCs w:val="22"/>
        </w:rPr>
      </w:pPr>
    </w:p>
    <w:sectPr w:rsidR="00C447AC" w:rsidRPr="00090751" w:rsidSect="0099594E">
      <w:headerReference w:type="default" r:id="rId12"/>
      <w:footerReference w:type="default" r:id="rId13"/>
      <w:headerReference w:type="first" r:id="rId14"/>
      <w:type w:val="oddPage"/>
      <w:pgSz w:w="11907" w:h="16839" w:code="9"/>
      <w:pgMar w:top="1560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7327A8" w14:textId="77777777" w:rsidR="00F61419" w:rsidRDefault="00F61419">
      <w:r>
        <w:separator/>
      </w:r>
    </w:p>
  </w:endnote>
  <w:endnote w:type="continuationSeparator" w:id="0">
    <w:p w14:paraId="57A745BF" w14:textId="77777777" w:rsidR="00F61419" w:rsidRDefault="00F61419">
      <w:r>
        <w:continuationSeparator/>
      </w:r>
    </w:p>
  </w:endnote>
  <w:endnote w:type="continuationNotice" w:id="1">
    <w:p w14:paraId="6E1A70F4" w14:textId="77777777" w:rsidR="00F61419" w:rsidRDefault="00F6141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Malgun Gothic"/>
    <w:charset w:val="81"/>
    <w:family w:val="roman"/>
    <w:pitch w:val="default"/>
    <w:sig w:usb0="00000000" w:usb1="00000000" w:usb2="00000010" w:usb3="00000000" w:csb0="00080000" w:csb1="00000000"/>
  </w:font>
  <w:font w:name="산세리프">
    <w:altName w:val="Malgun Gothic"/>
    <w:charset w:val="81"/>
    <w:family w:val="roman"/>
    <w:pitch w:val="default"/>
    <w:sig w:usb0="00000000" w:usb1="00000000" w:usb2="00000010" w:usb3="00000000" w:csb0="00080000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휴먼명조">
    <w:altName w:val="Malgun Gothic"/>
    <w:charset w:val="81"/>
    <w:family w:val="auto"/>
    <w:pitch w:val="default"/>
    <w:sig w:usb0="00000000" w:usb1="00000000" w:usb2="00000010" w:usb3="00000000" w:csb0="00080000" w:csb1="00000000"/>
  </w:font>
  <w:font w:name="HCI Poppy">
    <w:altName w:val="Times New Roman"/>
    <w:charset w:val="00"/>
    <w:family w:val="roman"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614E75" w14:textId="177E419B" w:rsidR="00133D55" w:rsidRDefault="00133D55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="00971513" w:rsidRPr="00971513">
      <w:rPr>
        <w:noProof/>
        <w:color w:val="17365D" w:themeColor="text2" w:themeShade="BF"/>
        <w:lang w:val="sv-SE"/>
      </w:rPr>
      <w:t>2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="00971513" w:rsidRPr="00971513">
      <w:rPr>
        <w:noProof/>
        <w:color w:val="17365D" w:themeColor="text2" w:themeShade="BF"/>
        <w:lang w:val="sv-SE"/>
      </w:rPr>
      <w:t>2</w:t>
    </w:r>
    <w:r>
      <w:rPr>
        <w:color w:val="17365D" w:themeColor="text2" w:themeShade="BF"/>
      </w:rPr>
      <w:fldChar w:fldCharType="end"/>
    </w:r>
  </w:p>
  <w:p w14:paraId="213B5D63" w14:textId="08F7B405" w:rsidR="00133D55" w:rsidRDefault="00133D55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883C20">
      <w:rPr>
        <w:noProof/>
      </w:rPr>
      <w:t>2025-09-05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22C7DA" w14:textId="77777777" w:rsidR="00F61419" w:rsidRDefault="00F61419">
      <w:r>
        <w:separator/>
      </w:r>
    </w:p>
  </w:footnote>
  <w:footnote w:type="continuationSeparator" w:id="0">
    <w:p w14:paraId="4E5BD6D2" w14:textId="77777777" w:rsidR="00F61419" w:rsidRDefault="00F61419">
      <w:r>
        <w:continuationSeparator/>
      </w:r>
    </w:p>
  </w:footnote>
  <w:footnote w:type="continuationNotice" w:id="1">
    <w:p w14:paraId="09DB45E6" w14:textId="77777777" w:rsidR="00F61419" w:rsidRDefault="00F6141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B9C872" w14:textId="1D343E46" w:rsidR="00133D55" w:rsidRPr="00141577" w:rsidRDefault="0099594E" w:rsidP="0099594E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 w:rsidR="00133D55" w:rsidRPr="008F4C08">
      <w:rPr>
        <w:noProof/>
      </w:rPr>
      <w:drawing>
        <wp:inline distT="0" distB="0" distL="0" distR="0" wp14:anchorId="0B1C122F" wp14:editId="4EF24C12">
          <wp:extent cx="590550" cy="646131"/>
          <wp:effectExtent l="0" t="0" r="0" b="1905"/>
          <wp:docPr id="3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33D55">
      <w:rPr>
        <w:rFonts w:asciiTheme="minorHAnsi" w:hAnsiTheme="minorHAnsi" w:cs="Calibri"/>
        <w:sz w:val="20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29A5AD" w14:textId="7C109B1B" w:rsidR="00133D55" w:rsidRPr="004D63BE" w:rsidRDefault="00015DD1" w:rsidP="00650FC6">
    <w:pPr>
      <w:pStyle w:val="Header"/>
      <w:rPr>
        <w:rFonts w:cs="Calibri"/>
        <w:sz w:val="20"/>
        <w:u w:val="single"/>
      </w:rPr>
    </w:pPr>
    <w:r>
      <w:rPr>
        <w:rFonts w:cs="Calibri"/>
        <w:sz w:val="20"/>
        <w:u w:val="single"/>
      </w:rPr>
      <w:t>Buyer</w:t>
    </w:r>
    <w:r w:rsidR="00133D55" w:rsidRPr="004D63BE">
      <w:rPr>
        <w:rFonts w:cs="Calibri"/>
        <w:sz w:val="20"/>
        <w:u w:val="single"/>
      </w:rPr>
      <w:t xml:space="preserve"> Country Program Development             </w:t>
    </w:r>
    <w:r w:rsidR="00133D55">
      <w:rPr>
        <w:rFonts w:cs="Calibri"/>
        <w:sz w:val="20"/>
        <w:u w:val="single"/>
      </w:rPr>
      <w:t>RFQ</w:t>
    </w:r>
    <w:r w:rsidR="00133D55" w:rsidRPr="004D63BE">
      <w:rPr>
        <w:rFonts w:cs="Calibri"/>
        <w:sz w:val="20"/>
        <w:u w:val="single"/>
      </w:rPr>
      <w:t xml:space="preserve">-2011-003  Volume 1 (Main)                </w:t>
    </w:r>
    <w:r w:rsidR="00133D55" w:rsidRPr="004D63BE">
      <w:rPr>
        <w:rFonts w:cs="Calibri"/>
        <w:sz w:val="20"/>
        <w:u w:val="single"/>
      </w:rPr>
      <w:tab/>
      <w:t xml:space="preserve">Page </w:t>
    </w:r>
    <w:r w:rsidR="00133D55" w:rsidRPr="004D63BE">
      <w:rPr>
        <w:rFonts w:cs="Calibri"/>
        <w:sz w:val="20"/>
        <w:u w:val="single"/>
      </w:rPr>
      <w:fldChar w:fldCharType="begin"/>
    </w:r>
    <w:r w:rsidR="00133D55" w:rsidRPr="004D63BE">
      <w:rPr>
        <w:rFonts w:cs="Calibri"/>
        <w:sz w:val="20"/>
        <w:u w:val="single"/>
      </w:rPr>
      <w:instrText xml:space="preserve"> PAGE   \* MERGEFORMAT </w:instrText>
    </w:r>
    <w:r w:rsidR="00133D55" w:rsidRPr="004D63BE">
      <w:rPr>
        <w:rFonts w:cs="Calibri"/>
        <w:sz w:val="20"/>
        <w:u w:val="single"/>
      </w:rPr>
      <w:fldChar w:fldCharType="separate"/>
    </w:r>
    <w:r w:rsidR="00133D55" w:rsidRPr="004D63BE">
      <w:rPr>
        <w:rFonts w:cs="Calibri"/>
        <w:noProof/>
        <w:sz w:val="20"/>
        <w:u w:val="single"/>
      </w:rPr>
      <w:t>1</w:t>
    </w:r>
    <w:r w:rsidR="00133D55" w:rsidRPr="004D63BE">
      <w:rPr>
        <w:rFonts w:cs="Calibri"/>
        <w:noProof/>
        <w:sz w:val="20"/>
        <w:u w:val="single"/>
      </w:rPr>
      <w:fldChar w:fldCharType="end"/>
    </w:r>
  </w:p>
  <w:p w14:paraId="2DC5D669" w14:textId="77777777" w:rsidR="00133D55" w:rsidRPr="00063557" w:rsidRDefault="00133D55" w:rsidP="0006355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C43C6"/>
    <w:multiLevelType w:val="hybridMultilevel"/>
    <w:tmpl w:val="7F926090"/>
    <w:lvl w:ilvl="0" w:tplc="041D0015">
      <w:start w:val="1"/>
      <w:numFmt w:val="upperLetter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2" w15:restartNumberingAfterBreak="0">
    <w:nsid w:val="41244AD5"/>
    <w:multiLevelType w:val="hybridMultilevel"/>
    <w:tmpl w:val="31C0DEF2"/>
    <w:lvl w:ilvl="0" w:tplc="97D44B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5B48A9"/>
    <w:multiLevelType w:val="hybridMultilevel"/>
    <w:tmpl w:val="93A6B89A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593390E"/>
    <w:multiLevelType w:val="hybridMultilevel"/>
    <w:tmpl w:val="19B23CB0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C84274"/>
    <w:multiLevelType w:val="hybridMultilevel"/>
    <w:tmpl w:val="1DEA074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0F7B25"/>
    <w:multiLevelType w:val="hybridMultilevel"/>
    <w:tmpl w:val="2842D906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221B5F"/>
    <w:multiLevelType w:val="hybridMultilevel"/>
    <w:tmpl w:val="705041B8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521E96"/>
    <w:multiLevelType w:val="hybridMultilevel"/>
    <w:tmpl w:val="2222DF52"/>
    <w:lvl w:ilvl="0" w:tplc="5EA8C0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7E083BFB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02503188">
    <w:abstractNumId w:val="1"/>
  </w:num>
  <w:num w:numId="2" w16cid:durableId="2059428078">
    <w:abstractNumId w:val="10"/>
  </w:num>
  <w:num w:numId="3" w16cid:durableId="206767523">
    <w:abstractNumId w:val="11"/>
  </w:num>
  <w:num w:numId="4" w16cid:durableId="994144745">
    <w:abstractNumId w:val="4"/>
  </w:num>
  <w:num w:numId="5" w16cid:durableId="2085758864">
    <w:abstractNumId w:val="3"/>
  </w:num>
  <w:num w:numId="6" w16cid:durableId="1131557391">
    <w:abstractNumId w:val="7"/>
  </w:num>
  <w:num w:numId="7" w16cid:durableId="199129945">
    <w:abstractNumId w:val="5"/>
  </w:num>
  <w:num w:numId="8" w16cid:durableId="1446850268">
    <w:abstractNumId w:val="9"/>
  </w:num>
  <w:num w:numId="9" w16cid:durableId="101078274">
    <w:abstractNumId w:val="0"/>
  </w:num>
  <w:num w:numId="10" w16cid:durableId="219021437">
    <w:abstractNumId w:val="8"/>
  </w:num>
  <w:num w:numId="11" w16cid:durableId="900091674">
    <w:abstractNumId w:val="2"/>
  </w:num>
  <w:num w:numId="12" w16cid:durableId="685450543">
    <w:abstractNumId w:val="6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5DD1"/>
    <w:rsid w:val="00016101"/>
    <w:rsid w:val="00020DA4"/>
    <w:rsid w:val="000211D8"/>
    <w:rsid w:val="00022914"/>
    <w:rsid w:val="00022B15"/>
    <w:rsid w:val="000260BD"/>
    <w:rsid w:val="00026A21"/>
    <w:rsid w:val="0002753F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6191C"/>
    <w:rsid w:val="00063557"/>
    <w:rsid w:val="00064FE2"/>
    <w:rsid w:val="00066AF8"/>
    <w:rsid w:val="00072DBF"/>
    <w:rsid w:val="00072E8D"/>
    <w:rsid w:val="00073806"/>
    <w:rsid w:val="00075273"/>
    <w:rsid w:val="000768F7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0751"/>
    <w:rsid w:val="00091C02"/>
    <w:rsid w:val="00092472"/>
    <w:rsid w:val="000945E8"/>
    <w:rsid w:val="00095263"/>
    <w:rsid w:val="0009579C"/>
    <w:rsid w:val="00095864"/>
    <w:rsid w:val="000A10DC"/>
    <w:rsid w:val="000A181E"/>
    <w:rsid w:val="000A3A65"/>
    <w:rsid w:val="000A4C62"/>
    <w:rsid w:val="000A5296"/>
    <w:rsid w:val="000A7C73"/>
    <w:rsid w:val="000B0B90"/>
    <w:rsid w:val="000B1C2E"/>
    <w:rsid w:val="000B2999"/>
    <w:rsid w:val="000B2C80"/>
    <w:rsid w:val="000B4497"/>
    <w:rsid w:val="000B62F3"/>
    <w:rsid w:val="000C00AD"/>
    <w:rsid w:val="000C1387"/>
    <w:rsid w:val="000C1667"/>
    <w:rsid w:val="000C275C"/>
    <w:rsid w:val="000C4D6D"/>
    <w:rsid w:val="000C56E9"/>
    <w:rsid w:val="000C5891"/>
    <w:rsid w:val="000C6B84"/>
    <w:rsid w:val="000C756A"/>
    <w:rsid w:val="000D09F2"/>
    <w:rsid w:val="000D324F"/>
    <w:rsid w:val="000D4100"/>
    <w:rsid w:val="000D4803"/>
    <w:rsid w:val="000D4AD6"/>
    <w:rsid w:val="000E14F1"/>
    <w:rsid w:val="000E1CA4"/>
    <w:rsid w:val="000E2CD6"/>
    <w:rsid w:val="000F1171"/>
    <w:rsid w:val="000F1B1C"/>
    <w:rsid w:val="000F23F7"/>
    <w:rsid w:val="000F282C"/>
    <w:rsid w:val="000F2E9C"/>
    <w:rsid w:val="000F35EF"/>
    <w:rsid w:val="000F37A9"/>
    <w:rsid w:val="000F4178"/>
    <w:rsid w:val="000F48AA"/>
    <w:rsid w:val="000F6963"/>
    <w:rsid w:val="000F6CD5"/>
    <w:rsid w:val="000F7AF3"/>
    <w:rsid w:val="001005AB"/>
    <w:rsid w:val="00100FB5"/>
    <w:rsid w:val="00101A1D"/>
    <w:rsid w:val="00101F11"/>
    <w:rsid w:val="00103039"/>
    <w:rsid w:val="00103423"/>
    <w:rsid w:val="00103F13"/>
    <w:rsid w:val="0010459D"/>
    <w:rsid w:val="00105AD9"/>
    <w:rsid w:val="00106A08"/>
    <w:rsid w:val="00107309"/>
    <w:rsid w:val="00110680"/>
    <w:rsid w:val="00110799"/>
    <w:rsid w:val="00111681"/>
    <w:rsid w:val="00114C10"/>
    <w:rsid w:val="00116BCC"/>
    <w:rsid w:val="00117211"/>
    <w:rsid w:val="00117419"/>
    <w:rsid w:val="001217C3"/>
    <w:rsid w:val="00121981"/>
    <w:rsid w:val="001222D6"/>
    <w:rsid w:val="001243D1"/>
    <w:rsid w:val="00124CBA"/>
    <w:rsid w:val="001250F4"/>
    <w:rsid w:val="00125AB2"/>
    <w:rsid w:val="00127FCD"/>
    <w:rsid w:val="0013003E"/>
    <w:rsid w:val="00130987"/>
    <w:rsid w:val="00130B9D"/>
    <w:rsid w:val="0013165E"/>
    <w:rsid w:val="00131E4B"/>
    <w:rsid w:val="00132ADA"/>
    <w:rsid w:val="0013394E"/>
    <w:rsid w:val="00133D55"/>
    <w:rsid w:val="001361EC"/>
    <w:rsid w:val="0013637A"/>
    <w:rsid w:val="001366FA"/>
    <w:rsid w:val="0014084F"/>
    <w:rsid w:val="00140890"/>
    <w:rsid w:val="001410D3"/>
    <w:rsid w:val="00141577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7281"/>
    <w:rsid w:val="001575F7"/>
    <w:rsid w:val="00160266"/>
    <w:rsid w:val="00161178"/>
    <w:rsid w:val="00162007"/>
    <w:rsid w:val="00162946"/>
    <w:rsid w:val="001662EF"/>
    <w:rsid w:val="001707B8"/>
    <w:rsid w:val="0017142A"/>
    <w:rsid w:val="00171744"/>
    <w:rsid w:val="00172854"/>
    <w:rsid w:val="00172B7A"/>
    <w:rsid w:val="001735BD"/>
    <w:rsid w:val="001760BE"/>
    <w:rsid w:val="001764C8"/>
    <w:rsid w:val="00180408"/>
    <w:rsid w:val="001813E4"/>
    <w:rsid w:val="00181997"/>
    <w:rsid w:val="001821B5"/>
    <w:rsid w:val="001825A2"/>
    <w:rsid w:val="00182816"/>
    <w:rsid w:val="001843EB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10C5"/>
    <w:rsid w:val="001B2828"/>
    <w:rsid w:val="001B28AC"/>
    <w:rsid w:val="001B54D2"/>
    <w:rsid w:val="001B6479"/>
    <w:rsid w:val="001B6E4F"/>
    <w:rsid w:val="001C3AAA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4AC5"/>
    <w:rsid w:val="001D53ED"/>
    <w:rsid w:val="001D5A7A"/>
    <w:rsid w:val="001E279C"/>
    <w:rsid w:val="001E4621"/>
    <w:rsid w:val="001F001C"/>
    <w:rsid w:val="001F1B20"/>
    <w:rsid w:val="001F2BF0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0B3C"/>
    <w:rsid w:val="002015C4"/>
    <w:rsid w:val="00201B99"/>
    <w:rsid w:val="002033CE"/>
    <w:rsid w:val="00204642"/>
    <w:rsid w:val="00206A63"/>
    <w:rsid w:val="00207331"/>
    <w:rsid w:val="00207C4E"/>
    <w:rsid w:val="002108D2"/>
    <w:rsid w:val="00210C6E"/>
    <w:rsid w:val="002114FB"/>
    <w:rsid w:val="00211F1A"/>
    <w:rsid w:val="00214127"/>
    <w:rsid w:val="0021447B"/>
    <w:rsid w:val="00216E68"/>
    <w:rsid w:val="00220189"/>
    <w:rsid w:val="002205D6"/>
    <w:rsid w:val="00222B09"/>
    <w:rsid w:val="002230AA"/>
    <w:rsid w:val="00223137"/>
    <w:rsid w:val="00224EE4"/>
    <w:rsid w:val="00227D1F"/>
    <w:rsid w:val="00230F2B"/>
    <w:rsid w:val="002327FA"/>
    <w:rsid w:val="00234A3C"/>
    <w:rsid w:val="00234DBA"/>
    <w:rsid w:val="00235782"/>
    <w:rsid w:val="002364DF"/>
    <w:rsid w:val="00237607"/>
    <w:rsid w:val="00237E69"/>
    <w:rsid w:val="002421CD"/>
    <w:rsid w:val="002429E4"/>
    <w:rsid w:val="00243C0E"/>
    <w:rsid w:val="002451E0"/>
    <w:rsid w:val="00245D37"/>
    <w:rsid w:val="0024616C"/>
    <w:rsid w:val="00246E89"/>
    <w:rsid w:val="00247794"/>
    <w:rsid w:val="00247F37"/>
    <w:rsid w:val="00250827"/>
    <w:rsid w:val="00251A4B"/>
    <w:rsid w:val="00251C8A"/>
    <w:rsid w:val="00252B07"/>
    <w:rsid w:val="00252F49"/>
    <w:rsid w:val="00255751"/>
    <w:rsid w:val="00255B8B"/>
    <w:rsid w:val="0025765E"/>
    <w:rsid w:val="00260064"/>
    <w:rsid w:val="00260C61"/>
    <w:rsid w:val="00262EF1"/>
    <w:rsid w:val="002642E5"/>
    <w:rsid w:val="00265D39"/>
    <w:rsid w:val="0026708A"/>
    <w:rsid w:val="00270289"/>
    <w:rsid w:val="0027098A"/>
    <w:rsid w:val="002752F1"/>
    <w:rsid w:val="002761F3"/>
    <w:rsid w:val="00280823"/>
    <w:rsid w:val="00281936"/>
    <w:rsid w:val="00284096"/>
    <w:rsid w:val="002859FD"/>
    <w:rsid w:val="00285D9E"/>
    <w:rsid w:val="00285E5B"/>
    <w:rsid w:val="00287DDF"/>
    <w:rsid w:val="0029089A"/>
    <w:rsid w:val="002932D5"/>
    <w:rsid w:val="00296366"/>
    <w:rsid w:val="0029679F"/>
    <w:rsid w:val="00296FDB"/>
    <w:rsid w:val="00297B28"/>
    <w:rsid w:val="002A0EBD"/>
    <w:rsid w:val="002A17BD"/>
    <w:rsid w:val="002A48FA"/>
    <w:rsid w:val="002A5F73"/>
    <w:rsid w:val="002A6735"/>
    <w:rsid w:val="002A696D"/>
    <w:rsid w:val="002A6EEC"/>
    <w:rsid w:val="002B05CA"/>
    <w:rsid w:val="002B39E4"/>
    <w:rsid w:val="002B4161"/>
    <w:rsid w:val="002B5EF8"/>
    <w:rsid w:val="002B68E8"/>
    <w:rsid w:val="002B7E00"/>
    <w:rsid w:val="002C0E6E"/>
    <w:rsid w:val="002C2931"/>
    <w:rsid w:val="002C4829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D65"/>
    <w:rsid w:val="002D3FEA"/>
    <w:rsid w:val="002D645D"/>
    <w:rsid w:val="002E09FB"/>
    <w:rsid w:val="002E16C8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519F"/>
    <w:rsid w:val="002F58E8"/>
    <w:rsid w:val="002F7444"/>
    <w:rsid w:val="00300E28"/>
    <w:rsid w:val="00302CC6"/>
    <w:rsid w:val="00305F0E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71A0"/>
    <w:rsid w:val="00330672"/>
    <w:rsid w:val="00331FA4"/>
    <w:rsid w:val="003337AC"/>
    <w:rsid w:val="0033460E"/>
    <w:rsid w:val="0033497E"/>
    <w:rsid w:val="00334F9F"/>
    <w:rsid w:val="00340FDE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348D"/>
    <w:rsid w:val="0036480C"/>
    <w:rsid w:val="00365432"/>
    <w:rsid w:val="00366238"/>
    <w:rsid w:val="00366603"/>
    <w:rsid w:val="00367422"/>
    <w:rsid w:val="00370246"/>
    <w:rsid w:val="003716E9"/>
    <w:rsid w:val="00372246"/>
    <w:rsid w:val="00372C19"/>
    <w:rsid w:val="003738E4"/>
    <w:rsid w:val="0037393B"/>
    <w:rsid w:val="00373BC7"/>
    <w:rsid w:val="003746F7"/>
    <w:rsid w:val="00380DD5"/>
    <w:rsid w:val="00381963"/>
    <w:rsid w:val="003822FD"/>
    <w:rsid w:val="003837FF"/>
    <w:rsid w:val="003842B6"/>
    <w:rsid w:val="003844E6"/>
    <w:rsid w:val="003849F9"/>
    <w:rsid w:val="003854F3"/>
    <w:rsid w:val="0038683A"/>
    <w:rsid w:val="00386C6E"/>
    <w:rsid w:val="00387A05"/>
    <w:rsid w:val="003919BB"/>
    <w:rsid w:val="00391E47"/>
    <w:rsid w:val="00394D7F"/>
    <w:rsid w:val="0039797E"/>
    <w:rsid w:val="00397BCF"/>
    <w:rsid w:val="00397DF9"/>
    <w:rsid w:val="003A0ACF"/>
    <w:rsid w:val="003A0C1B"/>
    <w:rsid w:val="003A0C4F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6A0"/>
    <w:rsid w:val="003B4DD1"/>
    <w:rsid w:val="003B4ECE"/>
    <w:rsid w:val="003B5AF9"/>
    <w:rsid w:val="003B5ECE"/>
    <w:rsid w:val="003B79AA"/>
    <w:rsid w:val="003C0955"/>
    <w:rsid w:val="003C0A7D"/>
    <w:rsid w:val="003C1F1F"/>
    <w:rsid w:val="003C2FDD"/>
    <w:rsid w:val="003C3B9D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6988"/>
    <w:rsid w:val="003D766E"/>
    <w:rsid w:val="003E06EC"/>
    <w:rsid w:val="003E1B04"/>
    <w:rsid w:val="003E3D1B"/>
    <w:rsid w:val="003E3DC5"/>
    <w:rsid w:val="003E3EC4"/>
    <w:rsid w:val="003E576E"/>
    <w:rsid w:val="003E5CCD"/>
    <w:rsid w:val="003E5F6E"/>
    <w:rsid w:val="003E7FA5"/>
    <w:rsid w:val="003F07F0"/>
    <w:rsid w:val="003F0F35"/>
    <w:rsid w:val="003F1178"/>
    <w:rsid w:val="003F294F"/>
    <w:rsid w:val="003F3AD6"/>
    <w:rsid w:val="003F5CC8"/>
    <w:rsid w:val="003F61D9"/>
    <w:rsid w:val="003F690C"/>
    <w:rsid w:val="003F73BB"/>
    <w:rsid w:val="003F7E3B"/>
    <w:rsid w:val="004001C1"/>
    <w:rsid w:val="00400AD5"/>
    <w:rsid w:val="00404488"/>
    <w:rsid w:val="00405E18"/>
    <w:rsid w:val="00405E93"/>
    <w:rsid w:val="004062F8"/>
    <w:rsid w:val="00411253"/>
    <w:rsid w:val="004130D1"/>
    <w:rsid w:val="00414FA6"/>
    <w:rsid w:val="0041563F"/>
    <w:rsid w:val="004207A9"/>
    <w:rsid w:val="00421E32"/>
    <w:rsid w:val="00422078"/>
    <w:rsid w:val="0042253B"/>
    <w:rsid w:val="00422A63"/>
    <w:rsid w:val="004237A5"/>
    <w:rsid w:val="0042417C"/>
    <w:rsid w:val="00424FE2"/>
    <w:rsid w:val="00425067"/>
    <w:rsid w:val="00425783"/>
    <w:rsid w:val="00426E6C"/>
    <w:rsid w:val="00430F2F"/>
    <w:rsid w:val="00431A5D"/>
    <w:rsid w:val="00431FAE"/>
    <w:rsid w:val="004324B6"/>
    <w:rsid w:val="00433964"/>
    <w:rsid w:val="00433D1A"/>
    <w:rsid w:val="00434564"/>
    <w:rsid w:val="004347AA"/>
    <w:rsid w:val="00434A95"/>
    <w:rsid w:val="00435F54"/>
    <w:rsid w:val="00436EB5"/>
    <w:rsid w:val="00436FFA"/>
    <w:rsid w:val="00440265"/>
    <w:rsid w:val="00441DA5"/>
    <w:rsid w:val="0044234B"/>
    <w:rsid w:val="004431B2"/>
    <w:rsid w:val="004443E3"/>
    <w:rsid w:val="00444CF4"/>
    <w:rsid w:val="00445DDC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469"/>
    <w:rsid w:val="0045572C"/>
    <w:rsid w:val="00455B76"/>
    <w:rsid w:val="00456110"/>
    <w:rsid w:val="00456AF9"/>
    <w:rsid w:val="00457850"/>
    <w:rsid w:val="0046025C"/>
    <w:rsid w:val="00461005"/>
    <w:rsid w:val="0046185A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4B87"/>
    <w:rsid w:val="00485B53"/>
    <w:rsid w:val="00485C03"/>
    <w:rsid w:val="00486328"/>
    <w:rsid w:val="004878F3"/>
    <w:rsid w:val="00487F5F"/>
    <w:rsid w:val="00490A18"/>
    <w:rsid w:val="00490E21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389A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28A4"/>
    <w:rsid w:val="004B425B"/>
    <w:rsid w:val="004B4999"/>
    <w:rsid w:val="004B7E01"/>
    <w:rsid w:val="004C01C3"/>
    <w:rsid w:val="004C0821"/>
    <w:rsid w:val="004C24D6"/>
    <w:rsid w:val="004C3860"/>
    <w:rsid w:val="004C6435"/>
    <w:rsid w:val="004C7826"/>
    <w:rsid w:val="004D23FC"/>
    <w:rsid w:val="004D2C41"/>
    <w:rsid w:val="004D556B"/>
    <w:rsid w:val="004D63BE"/>
    <w:rsid w:val="004D6E74"/>
    <w:rsid w:val="004D751D"/>
    <w:rsid w:val="004E01DE"/>
    <w:rsid w:val="004E064E"/>
    <w:rsid w:val="004E19D2"/>
    <w:rsid w:val="004E1A7E"/>
    <w:rsid w:val="004E2068"/>
    <w:rsid w:val="004E2E3D"/>
    <w:rsid w:val="004E30FE"/>
    <w:rsid w:val="004E36AD"/>
    <w:rsid w:val="004E4728"/>
    <w:rsid w:val="004F0141"/>
    <w:rsid w:val="004F083D"/>
    <w:rsid w:val="004F0924"/>
    <w:rsid w:val="004F1A85"/>
    <w:rsid w:val="004F2FB4"/>
    <w:rsid w:val="004F4C31"/>
    <w:rsid w:val="004F58CB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BF1"/>
    <w:rsid w:val="00521D07"/>
    <w:rsid w:val="00522812"/>
    <w:rsid w:val="00524DBD"/>
    <w:rsid w:val="0052522C"/>
    <w:rsid w:val="00525748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39BE"/>
    <w:rsid w:val="00544A94"/>
    <w:rsid w:val="00552F3E"/>
    <w:rsid w:val="005539C8"/>
    <w:rsid w:val="00554686"/>
    <w:rsid w:val="00555E6B"/>
    <w:rsid w:val="0055624C"/>
    <w:rsid w:val="00556268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7334"/>
    <w:rsid w:val="005A78E8"/>
    <w:rsid w:val="005A7C78"/>
    <w:rsid w:val="005A7D14"/>
    <w:rsid w:val="005B1123"/>
    <w:rsid w:val="005B112A"/>
    <w:rsid w:val="005B13D5"/>
    <w:rsid w:val="005B2653"/>
    <w:rsid w:val="005B2B4A"/>
    <w:rsid w:val="005B327B"/>
    <w:rsid w:val="005B3659"/>
    <w:rsid w:val="005B4390"/>
    <w:rsid w:val="005B4C15"/>
    <w:rsid w:val="005B561F"/>
    <w:rsid w:val="005B5B84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4A5"/>
    <w:rsid w:val="005C5CB4"/>
    <w:rsid w:val="005C6024"/>
    <w:rsid w:val="005C60C1"/>
    <w:rsid w:val="005D04FC"/>
    <w:rsid w:val="005D0CA9"/>
    <w:rsid w:val="005D1142"/>
    <w:rsid w:val="005D37DF"/>
    <w:rsid w:val="005D3B95"/>
    <w:rsid w:val="005D41BB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5F5C3B"/>
    <w:rsid w:val="00601BCE"/>
    <w:rsid w:val="00601F98"/>
    <w:rsid w:val="006021ED"/>
    <w:rsid w:val="006024A3"/>
    <w:rsid w:val="00602BF6"/>
    <w:rsid w:val="00603A2E"/>
    <w:rsid w:val="006043EE"/>
    <w:rsid w:val="006047B2"/>
    <w:rsid w:val="006048D1"/>
    <w:rsid w:val="0060501D"/>
    <w:rsid w:val="0060546A"/>
    <w:rsid w:val="006072B8"/>
    <w:rsid w:val="006077EA"/>
    <w:rsid w:val="006079BF"/>
    <w:rsid w:val="00607A89"/>
    <w:rsid w:val="0061110E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8D8"/>
    <w:rsid w:val="00622C52"/>
    <w:rsid w:val="006235A0"/>
    <w:rsid w:val="00623A34"/>
    <w:rsid w:val="00623B1E"/>
    <w:rsid w:val="00624942"/>
    <w:rsid w:val="00624954"/>
    <w:rsid w:val="00625E2F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50FC6"/>
    <w:rsid w:val="00651942"/>
    <w:rsid w:val="00652871"/>
    <w:rsid w:val="00652CC7"/>
    <w:rsid w:val="0065317C"/>
    <w:rsid w:val="00654162"/>
    <w:rsid w:val="006547A4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E77"/>
    <w:rsid w:val="00695D1D"/>
    <w:rsid w:val="006A14D3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5D1"/>
    <w:rsid w:val="006C3FB9"/>
    <w:rsid w:val="006C4725"/>
    <w:rsid w:val="006C71EF"/>
    <w:rsid w:val="006D1F42"/>
    <w:rsid w:val="006D1F97"/>
    <w:rsid w:val="006D33C7"/>
    <w:rsid w:val="006D34C4"/>
    <w:rsid w:val="006D4D7E"/>
    <w:rsid w:val="006D4E3F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47B4"/>
    <w:rsid w:val="006F6D10"/>
    <w:rsid w:val="006F7839"/>
    <w:rsid w:val="007000D2"/>
    <w:rsid w:val="00700207"/>
    <w:rsid w:val="00701B06"/>
    <w:rsid w:val="00702ED0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66E"/>
    <w:rsid w:val="00735B25"/>
    <w:rsid w:val="007376ED"/>
    <w:rsid w:val="007403C6"/>
    <w:rsid w:val="00742F59"/>
    <w:rsid w:val="00744871"/>
    <w:rsid w:val="00744DA8"/>
    <w:rsid w:val="00745010"/>
    <w:rsid w:val="00745BD7"/>
    <w:rsid w:val="00747017"/>
    <w:rsid w:val="00747E01"/>
    <w:rsid w:val="00747F3E"/>
    <w:rsid w:val="007520B3"/>
    <w:rsid w:val="0075500B"/>
    <w:rsid w:val="00755D1D"/>
    <w:rsid w:val="00756D09"/>
    <w:rsid w:val="00756D34"/>
    <w:rsid w:val="00757D9C"/>
    <w:rsid w:val="0076070F"/>
    <w:rsid w:val="00763283"/>
    <w:rsid w:val="00764719"/>
    <w:rsid w:val="00764C19"/>
    <w:rsid w:val="00765D08"/>
    <w:rsid w:val="007670DB"/>
    <w:rsid w:val="00770897"/>
    <w:rsid w:val="00770BEA"/>
    <w:rsid w:val="00770F31"/>
    <w:rsid w:val="00773ACF"/>
    <w:rsid w:val="00773BE4"/>
    <w:rsid w:val="00774354"/>
    <w:rsid w:val="00775F2F"/>
    <w:rsid w:val="00776B28"/>
    <w:rsid w:val="00777134"/>
    <w:rsid w:val="00777196"/>
    <w:rsid w:val="0077722C"/>
    <w:rsid w:val="0078116E"/>
    <w:rsid w:val="0078193B"/>
    <w:rsid w:val="00781AF4"/>
    <w:rsid w:val="00781C4F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5C3E"/>
    <w:rsid w:val="00796DC8"/>
    <w:rsid w:val="0079701C"/>
    <w:rsid w:val="007A02DA"/>
    <w:rsid w:val="007A28C6"/>
    <w:rsid w:val="007A3E71"/>
    <w:rsid w:val="007A56FE"/>
    <w:rsid w:val="007A5E4A"/>
    <w:rsid w:val="007B04E2"/>
    <w:rsid w:val="007B0AEC"/>
    <w:rsid w:val="007B2CFF"/>
    <w:rsid w:val="007B32D1"/>
    <w:rsid w:val="007B53F8"/>
    <w:rsid w:val="007B54A7"/>
    <w:rsid w:val="007C0D3A"/>
    <w:rsid w:val="007C11EA"/>
    <w:rsid w:val="007C3EE5"/>
    <w:rsid w:val="007C4FED"/>
    <w:rsid w:val="007C520A"/>
    <w:rsid w:val="007C5C8F"/>
    <w:rsid w:val="007C7ACF"/>
    <w:rsid w:val="007D2C9D"/>
    <w:rsid w:val="007D332C"/>
    <w:rsid w:val="007D3CFD"/>
    <w:rsid w:val="007D66DF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33C7"/>
    <w:rsid w:val="007F3777"/>
    <w:rsid w:val="007F4048"/>
    <w:rsid w:val="007F5A30"/>
    <w:rsid w:val="007F5EE1"/>
    <w:rsid w:val="007F6AD7"/>
    <w:rsid w:val="007F7082"/>
    <w:rsid w:val="007F719F"/>
    <w:rsid w:val="007F734C"/>
    <w:rsid w:val="007F79BE"/>
    <w:rsid w:val="00800ED9"/>
    <w:rsid w:val="00802103"/>
    <w:rsid w:val="00804C0B"/>
    <w:rsid w:val="0080516D"/>
    <w:rsid w:val="0080726D"/>
    <w:rsid w:val="00807DD1"/>
    <w:rsid w:val="00810B2B"/>
    <w:rsid w:val="00811CE9"/>
    <w:rsid w:val="00811F27"/>
    <w:rsid w:val="008139DE"/>
    <w:rsid w:val="00813BDC"/>
    <w:rsid w:val="00815890"/>
    <w:rsid w:val="00815A72"/>
    <w:rsid w:val="00815B95"/>
    <w:rsid w:val="00815BB5"/>
    <w:rsid w:val="00816C09"/>
    <w:rsid w:val="0082137D"/>
    <w:rsid w:val="00825BC0"/>
    <w:rsid w:val="00826C4B"/>
    <w:rsid w:val="0083106A"/>
    <w:rsid w:val="008321ED"/>
    <w:rsid w:val="00832540"/>
    <w:rsid w:val="00832BF7"/>
    <w:rsid w:val="008342CD"/>
    <w:rsid w:val="00835460"/>
    <w:rsid w:val="008400ED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62F60"/>
    <w:rsid w:val="00863C7F"/>
    <w:rsid w:val="00863D14"/>
    <w:rsid w:val="008642F9"/>
    <w:rsid w:val="00865FBB"/>
    <w:rsid w:val="00866B31"/>
    <w:rsid w:val="00874EE7"/>
    <w:rsid w:val="0087507D"/>
    <w:rsid w:val="00875973"/>
    <w:rsid w:val="0087702E"/>
    <w:rsid w:val="0087719B"/>
    <w:rsid w:val="00882101"/>
    <w:rsid w:val="008822E0"/>
    <w:rsid w:val="0088345F"/>
    <w:rsid w:val="00883C20"/>
    <w:rsid w:val="008857C5"/>
    <w:rsid w:val="00885FB3"/>
    <w:rsid w:val="0088706A"/>
    <w:rsid w:val="0089016F"/>
    <w:rsid w:val="00891394"/>
    <w:rsid w:val="00892BE6"/>
    <w:rsid w:val="00892D28"/>
    <w:rsid w:val="008955C6"/>
    <w:rsid w:val="008962C7"/>
    <w:rsid w:val="00897237"/>
    <w:rsid w:val="0089745C"/>
    <w:rsid w:val="00897F7C"/>
    <w:rsid w:val="008A055C"/>
    <w:rsid w:val="008A10EB"/>
    <w:rsid w:val="008A110F"/>
    <w:rsid w:val="008A7491"/>
    <w:rsid w:val="008B2C06"/>
    <w:rsid w:val="008B2EA5"/>
    <w:rsid w:val="008B4CCD"/>
    <w:rsid w:val="008B51A9"/>
    <w:rsid w:val="008B7A4C"/>
    <w:rsid w:val="008B7ED9"/>
    <w:rsid w:val="008C0385"/>
    <w:rsid w:val="008C181E"/>
    <w:rsid w:val="008C32E1"/>
    <w:rsid w:val="008C33EE"/>
    <w:rsid w:val="008C3B34"/>
    <w:rsid w:val="008C501A"/>
    <w:rsid w:val="008C64F0"/>
    <w:rsid w:val="008C7157"/>
    <w:rsid w:val="008C72D6"/>
    <w:rsid w:val="008C7C5F"/>
    <w:rsid w:val="008D0036"/>
    <w:rsid w:val="008D0F39"/>
    <w:rsid w:val="008D18F2"/>
    <w:rsid w:val="008D2B92"/>
    <w:rsid w:val="008E063F"/>
    <w:rsid w:val="008E092B"/>
    <w:rsid w:val="008E2243"/>
    <w:rsid w:val="008E2BE1"/>
    <w:rsid w:val="008E388C"/>
    <w:rsid w:val="008E3AEA"/>
    <w:rsid w:val="008E429D"/>
    <w:rsid w:val="008E5217"/>
    <w:rsid w:val="008E76AE"/>
    <w:rsid w:val="008F07EA"/>
    <w:rsid w:val="008F0908"/>
    <w:rsid w:val="008F244E"/>
    <w:rsid w:val="008F3345"/>
    <w:rsid w:val="008F3CEE"/>
    <w:rsid w:val="008F453A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24E8"/>
    <w:rsid w:val="009025FA"/>
    <w:rsid w:val="00902A72"/>
    <w:rsid w:val="00902D72"/>
    <w:rsid w:val="00903D05"/>
    <w:rsid w:val="00905CD3"/>
    <w:rsid w:val="0090698C"/>
    <w:rsid w:val="00907498"/>
    <w:rsid w:val="00907D05"/>
    <w:rsid w:val="00907EDD"/>
    <w:rsid w:val="00910716"/>
    <w:rsid w:val="00911540"/>
    <w:rsid w:val="00912333"/>
    <w:rsid w:val="009124BE"/>
    <w:rsid w:val="009125BE"/>
    <w:rsid w:val="00917CA0"/>
    <w:rsid w:val="00920074"/>
    <w:rsid w:val="009215AA"/>
    <w:rsid w:val="00922987"/>
    <w:rsid w:val="00922A3A"/>
    <w:rsid w:val="009237F9"/>
    <w:rsid w:val="009262A8"/>
    <w:rsid w:val="0092781E"/>
    <w:rsid w:val="009279DF"/>
    <w:rsid w:val="00930507"/>
    <w:rsid w:val="00931382"/>
    <w:rsid w:val="00932FEA"/>
    <w:rsid w:val="0093487F"/>
    <w:rsid w:val="00934902"/>
    <w:rsid w:val="009350ED"/>
    <w:rsid w:val="00940440"/>
    <w:rsid w:val="00941428"/>
    <w:rsid w:val="0094214B"/>
    <w:rsid w:val="00945767"/>
    <w:rsid w:val="00946A63"/>
    <w:rsid w:val="00947D23"/>
    <w:rsid w:val="00951796"/>
    <w:rsid w:val="00952011"/>
    <w:rsid w:val="00954D2A"/>
    <w:rsid w:val="00955304"/>
    <w:rsid w:val="00955D77"/>
    <w:rsid w:val="00956424"/>
    <w:rsid w:val="009609B8"/>
    <w:rsid w:val="00962608"/>
    <w:rsid w:val="00962952"/>
    <w:rsid w:val="009649F8"/>
    <w:rsid w:val="00966C8C"/>
    <w:rsid w:val="00970741"/>
    <w:rsid w:val="00971142"/>
    <w:rsid w:val="00971513"/>
    <w:rsid w:val="0097167C"/>
    <w:rsid w:val="00972A6F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F9D"/>
    <w:rsid w:val="0099323C"/>
    <w:rsid w:val="00993409"/>
    <w:rsid w:val="009941A9"/>
    <w:rsid w:val="0099594E"/>
    <w:rsid w:val="00997B5D"/>
    <w:rsid w:val="009A2D95"/>
    <w:rsid w:val="009A30D6"/>
    <w:rsid w:val="009A4E7E"/>
    <w:rsid w:val="009A5F9C"/>
    <w:rsid w:val="009A7908"/>
    <w:rsid w:val="009B041C"/>
    <w:rsid w:val="009B0D6C"/>
    <w:rsid w:val="009B0E89"/>
    <w:rsid w:val="009B2C8C"/>
    <w:rsid w:val="009B3430"/>
    <w:rsid w:val="009B492B"/>
    <w:rsid w:val="009B55F7"/>
    <w:rsid w:val="009B6464"/>
    <w:rsid w:val="009B6DA9"/>
    <w:rsid w:val="009C016B"/>
    <w:rsid w:val="009C0921"/>
    <w:rsid w:val="009C1A99"/>
    <w:rsid w:val="009C45A7"/>
    <w:rsid w:val="009C5A37"/>
    <w:rsid w:val="009C6839"/>
    <w:rsid w:val="009C6D8F"/>
    <w:rsid w:val="009C728C"/>
    <w:rsid w:val="009D0D7D"/>
    <w:rsid w:val="009D16D5"/>
    <w:rsid w:val="009D6184"/>
    <w:rsid w:val="009D64EB"/>
    <w:rsid w:val="009D7B2C"/>
    <w:rsid w:val="009D7E98"/>
    <w:rsid w:val="009E1485"/>
    <w:rsid w:val="009E278C"/>
    <w:rsid w:val="009E4037"/>
    <w:rsid w:val="009E6E15"/>
    <w:rsid w:val="009E6F73"/>
    <w:rsid w:val="009F2022"/>
    <w:rsid w:val="009F3EDC"/>
    <w:rsid w:val="009F3EFE"/>
    <w:rsid w:val="009F418F"/>
    <w:rsid w:val="009F4691"/>
    <w:rsid w:val="009F543D"/>
    <w:rsid w:val="00A0065C"/>
    <w:rsid w:val="00A0147B"/>
    <w:rsid w:val="00A016E6"/>
    <w:rsid w:val="00A02237"/>
    <w:rsid w:val="00A026E0"/>
    <w:rsid w:val="00A04652"/>
    <w:rsid w:val="00A04C26"/>
    <w:rsid w:val="00A05BF9"/>
    <w:rsid w:val="00A06FD2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5026A"/>
    <w:rsid w:val="00A5106E"/>
    <w:rsid w:val="00A51705"/>
    <w:rsid w:val="00A51A7D"/>
    <w:rsid w:val="00A52782"/>
    <w:rsid w:val="00A53C84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71246"/>
    <w:rsid w:val="00A74C87"/>
    <w:rsid w:val="00A755AB"/>
    <w:rsid w:val="00A77489"/>
    <w:rsid w:val="00A805A8"/>
    <w:rsid w:val="00A80A74"/>
    <w:rsid w:val="00A83FE5"/>
    <w:rsid w:val="00A841EA"/>
    <w:rsid w:val="00A8471B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97EC0"/>
    <w:rsid w:val="00AA2A14"/>
    <w:rsid w:val="00AA2ACE"/>
    <w:rsid w:val="00AA4B37"/>
    <w:rsid w:val="00AA5D24"/>
    <w:rsid w:val="00AA6A07"/>
    <w:rsid w:val="00AA6AF4"/>
    <w:rsid w:val="00AA78A5"/>
    <w:rsid w:val="00AB023E"/>
    <w:rsid w:val="00AB0D84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40D2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68D0"/>
    <w:rsid w:val="00AD6E45"/>
    <w:rsid w:val="00AD755D"/>
    <w:rsid w:val="00AE099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EDA"/>
    <w:rsid w:val="00B020F3"/>
    <w:rsid w:val="00B0293A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1C82"/>
    <w:rsid w:val="00B225F1"/>
    <w:rsid w:val="00B22CCE"/>
    <w:rsid w:val="00B23CAE"/>
    <w:rsid w:val="00B25C06"/>
    <w:rsid w:val="00B26880"/>
    <w:rsid w:val="00B26FC3"/>
    <w:rsid w:val="00B27410"/>
    <w:rsid w:val="00B27F15"/>
    <w:rsid w:val="00B30772"/>
    <w:rsid w:val="00B30A5D"/>
    <w:rsid w:val="00B31D73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583D"/>
    <w:rsid w:val="00B76229"/>
    <w:rsid w:val="00B76B7A"/>
    <w:rsid w:val="00B77B34"/>
    <w:rsid w:val="00B828C0"/>
    <w:rsid w:val="00B83EE2"/>
    <w:rsid w:val="00B85827"/>
    <w:rsid w:val="00B8638D"/>
    <w:rsid w:val="00B86722"/>
    <w:rsid w:val="00B86E4C"/>
    <w:rsid w:val="00B877B3"/>
    <w:rsid w:val="00B91240"/>
    <w:rsid w:val="00B9174B"/>
    <w:rsid w:val="00B919A3"/>
    <w:rsid w:val="00B91E8F"/>
    <w:rsid w:val="00B927FC"/>
    <w:rsid w:val="00B92A41"/>
    <w:rsid w:val="00B9354C"/>
    <w:rsid w:val="00B93B36"/>
    <w:rsid w:val="00B94505"/>
    <w:rsid w:val="00B96028"/>
    <w:rsid w:val="00B96050"/>
    <w:rsid w:val="00B96491"/>
    <w:rsid w:val="00B9719F"/>
    <w:rsid w:val="00BA0308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526"/>
    <w:rsid w:val="00BD0C4F"/>
    <w:rsid w:val="00BD231C"/>
    <w:rsid w:val="00BE014E"/>
    <w:rsid w:val="00BE197B"/>
    <w:rsid w:val="00BE298B"/>
    <w:rsid w:val="00BE69E9"/>
    <w:rsid w:val="00BE74B9"/>
    <w:rsid w:val="00BE7EDE"/>
    <w:rsid w:val="00BF18AF"/>
    <w:rsid w:val="00BF1D8C"/>
    <w:rsid w:val="00BF2557"/>
    <w:rsid w:val="00BF4059"/>
    <w:rsid w:val="00BF689E"/>
    <w:rsid w:val="00BF727F"/>
    <w:rsid w:val="00BF7D49"/>
    <w:rsid w:val="00C01456"/>
    <w:rsid w:val="00C019D2"/>
    <w:rsid w:val="00C02DCC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C27"/>
    <w:rsid w:val="00C1684C"/>
    <w:rsid w:val="00C17D28"/>
    <w:rsid w:val="00C20A2A"/>
    <w:rsid w:val="00C22EBF"/>
    <w:rsid w:val="00C239E3"/>
    <w:rsid w:val="00C23A97"/>
    <w:rsid w:val="00C2473B"/>
    <w:rsid w:val="00C26ABB"/>
    <w:rsid w:val="00C27F1C"/>
    <w:rsid w:val="00C30227"/>
    <w:rsid w:val="00C308A2"/>
    <w:rsid w:val="00C3124F"/>
    <w:rsid w:val="00C32770"/>
    <w:rsid w:val="00C342F6"/>
    <w:rsid w:val="00C36273"/>
    <w:rsid w:val="00C368E9"/>
    <w:rsid w:val="00C411FE"/>
    <w:rsid w:val="00C422A8"/>
    <w:rsid w:val="00C447AC"/>
    <w:rsid w:val="00C4656F"/>
    <w:rsid w:val="00C47D72"/>
    <w:rsid w:val="00C50F39"/>
    <w:rsid w:val="00C51290"/>
    <w:rsid w:val="00C56AA5"/>
    <w:rsid w:val="00C617B7"/>
    <w:rsid w:val="00C6587F"/>
    <w:rsid w:val="00C668C3"/>
    <w:rsid w:val="00C67400"/>
    <w:rsid w:val="00C70192"/>
    <w:rsid w:val="00C71702"/>
    <w:rsid w:val="00C71A8B"/>
    <w:rsid w:val="00C72233"/>
    <w:rsid w:val="00C73025"/>
    <w:rsid w:val="00C73BBA"/>
    <w:rsid w:val="00C77949"/>
    <w:rsid w:val="00C77BA9"/>
    <w:rsid w:val="00C80792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A031F"/>
    <w:rsid w:val="00CA14C7"/>
    <w:rsid w:val="00CA212D"/>
    <w:rsid w:val="00CA26CC"/>
    <w:rsid w:val="00CA48D1"/>
    <w:rsid w:val="00CA5F2C"/>
    <w:rsid w:val="00CA644B"/>
    <w:rsid w:val="00CA7905"/>
    <w:rsid w:val="00CB0360"/>
    <w:rsid w:val="00CB1C53"/>
    <w:rsid w:val="00CB39A9"/>
    <w:rsid w:val="00CB3B98"/>
    <w:rsid w:val="00CB4198"/>
    <w:rsid w:val="00CB52CF"/>
    <w:rsid w:val="00CB6DDC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07934"/>
    <w:rsid w:val="00D11687"/>
    <w:rsid w:val="00D11EBA"/>
    <w:rsid w:val="00D136E3"/>
    <w:rsid w:val="00D14B5D"/>
    <w:rsid w:val="00D14CBA"/>
    <w:rsid w:val="00D15CF2"/>
    <w:rsid w:val="00D20AD1"/>
    <w:rsid w:val="00D22BCE"/>
    <w:rsid w:val="00D23060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053"/>
    <w:rsid w:val="00D46184"/>
    <w:rsid w:val="00D46894"/>
    <w:rsid w:val="00D46A18"/>
    <w:rsid w:val="00D46CF6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0D8E"/>
    <w:rsid w:val="00D81A96"/>
    <w:rsid w:val="00D81CA7"/>
    <w:rsid w:val="00D81F19"/>
    <w:rsid w:val="00D82282"/>
    <w:rsid w:val="00D85B59"/>
    <w:rsid w:val="00D85E1B"/>
    <w:rsid w:val="00D8753C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4BDB"/>
    <w:rsid w:val="00DA570F"/>
    <w:rsid w:val="00DA71FF"/>
    <w:rsid w:val="00DA7EB2"/>
    <w:rsid w:val="00DB02D7"/>
    <w:rsid w:val="00DB0C7F"/>
    <w:rsid w:val="00DB15B7"/>
    <w:rsid w:val="00DB4AF1"/>
    <w:rsid w:val="00DB666D"/>
    <w:rsid w:val="00DB76FB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E395D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1B28"/>
    <w:rsid w:val="00E02042"/>
    <w:rsid w:val="00E0237A"/>
    <w:rsid w:val="00E03C1D"/>
    <w:rsid w:val="00E05543"/>
    <w:rsid w:val="00E05656"/>
    <w:rsid w:val="00E05DAF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3170F"/>
    <w:rsid w:val="00E3305D"/>
    <w:rsid w:val="00E333B3"/>
    <w:rsid w:val="00E34B02"/>
    <w:rsid w:val="00E34DCE"/>
    <w:rsid w:val="00E3562B"/>
    <w:rsid w:val="00E3566F"/>
    <w:rsid w:val="00E36E52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6C50"/>
    <w:rsid w:val="00E56E0D"/>
    <w:rsid w:val="00E60A16"/>
    <w:rsid w:val="00E61355"/>
    <w:rsid w:val="00E614E0"/>
    <w:rsid w:val="00E62047"/>
    <w:rsid w:val="00E62347"/>
    <w:rsid w:val="00E631DC"/>
    <w:rsid w:val="00E641DF"/>
    <w:rsid w:val="00E64E2F"/>
    <w:rsid w:val="00E66E7B"/>
    <w:rsid w:val="00E73AD9"/>
    <w:rsid w:val="00E74C6E"/>
    <w:rsid w:val="00E74CD5"/>
    <w:rsid w:val="00E75C32"/>
    <w:rsid w:val="00E76798"/>
    <w:rsid w:val="00E80DF3"/>
    <w:rsid w:val="00E80E0A"/>
    <w:rsid w:val="00E86D44"/>
    <w:rsid w:val="00E91499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5718"/>
    <w:rsid w:val="00EA69F4"/>
    <w:rsid w:val="00EA7D38"/>
    <w:rsid w:val="00EB0C28"/>
    <w:rsid w:val="00EB1462"/>
    <w:rsid w:val="00EB3125"/>
    <w:rsid w:val="00EB460E"/>
    <w:rsid w:val="00EB6858"/>
    <w:rsid w:val="00EB71CA"/>
    <w:rsid w:val="00EB7E5E"/>
    <w:rsid w:val="00EC022C"/>
    <w:rsid w:val="00EC088B"/>
    <w:rsid w:val="00EC0EE3"/>
    <w:rsid w:val="00EC1DB5"/>
    <w:rsid w:val="00EC401B"/>
    <w:rsid w:val="00EC51A1"/>
    <w:rsid w:val="00ED10DE"/>
    <w:rsid w:val="00ED1288"/>
    <w:rsid w:val="00ED463D"/>
    <w:rsid w:val="00ED6A7D"/>
    <w:rsid w:val="00EE1027"/>
    <w:rsid w:val="00EE49F6"/>
    <w:rsid w:val="00EE5C29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4E80"/>
    <w:rsid w:val="00F05347"/>
    <w:rsid w:val="00F06488"/>
    <w:rsid w:val="00F06A99"/>
    <w:rsid w:val="00F07222"/>
    <w:rsid w:val="00F11DBD"/>
    <w:rsid w:val="00F1341C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C4"/>
    <w:rsid w:val="00F31B7B"/>
    <w:rsid w:val="00F31C0F"/>
    <w:rsid w:val="00F31DA6"/>
    <w:rsid w:val="00F32115"/>
    <w:rsid w:val="00F33677"/>
    <w:rsid w:val="00F363BC"/>
    <w:rsid w:val="00F40A19"/>
    <w:rsid w:val="00F440AB"/>
    <w:rsid w:val="00F44977"/>
    <w:rsid w:val="00F44BED"/>
    <w:rsid w:val="00F45983"/>
    <w:rsid w:val="00F46D13"/>
    <w:rsid w:val="00F4717D"/>
    <w:rsid w:val="00F47D48"/>
    <w:rsid w:val="00F507F6"/>
    <w:rsid w:val="00F52A5D"/>
    <w:rsid w:val="00F52BA2"/>
    <w:rsid w:val="00F53EFA"/>
    <w:rsid w:val="00F5488C"/>
    <w:rsid w:val="00F55057"/>
    <w:rsid w:val="00F55418"/>
    <w:rsid w:val="00F55588"/>
    <w:rsid w:val="00F557D9"/>
    <w:rsid w:val="00F5758C"/>
    <w:rsid w:val="00F578F9"/>
    <w:rsid w:val="00F57B56"/>
    <w:rsid w:val="00F61419"/>
    <w:rsid w:val="00F62042"/>
    <w:rsid w:val="00F64364"/>
    <w:rsid w:val="00F6517D"/>
    <w:rsid w:val="00F651D9"/>
    <w:rsid w:val="00F70119"/>
    <w:rsid w:val="00F70947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90045"/>
    <w:rsid w:val="00F91E55"/>
    <w:rsid w:val="00F927C8"/>
    <w:rsid w:val="00F92E3C"/>
    <w:rsid w:val="00F96BC0"/>
    <w:rsid w:val="00F970D8"/>
    <w:rsid w:val="00F9710B"/>
    <w:rsid w:val="00F978CA"/>
    <w:rsid w:val="00F97D66"/>
    <w:rsid w:val="00FA1DF6"/>
    <w:rsid w:val="00FA1E99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2CA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D0A4B"/>
    <w:rsid w:val="00FD1BC7"/>
    <w:rsid w:val="00FD3959"/>
    <w:rsid w:val="00FD4F46"/>
    <w:rsid w:val="00FD5674"/>
    <w:rsid w:val="00FD73C4"/>
    <w:rsid w:val="00FE039B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F2249"/>
    <w:rsid w:val="00FF27A1"/>
    <w:rsid w:val="00FF2B8C"/>
    <w:rsid w:val="00FF30C5"/>
    <w:rsid w:val="00FF5424"/>
    <w:rsid w:val="00FF6207"/>
    <w:rsid w:val="00FF6BDE"/>
    <w:rsid w:val="00FF6D7E"/>
    <w:rsid w:val="00FF72A3"/>
    <w:rsid w:val="00FF742C"/>
    <w:rsid w:val="00FF7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70CB7C3"/>
  <w15:docId w15:val="{EF450E92-219C-486C-8529-20528285E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24942"/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1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2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2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2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2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21C8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61110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procurement.gov.ki/tender-list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3019AD-311D-41F0-9E19-A65F7B1DF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DBE7A18-72B1-46CE-BE67-00617F8B30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1574D59-FDCB-466F-981F-3445A717377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147F516-046E-4448-966D-DDA6FDA75B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17</TotalTime>
  <Pages>2</Pages>
  <Words>196</Words>
  <Characters>1120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1314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CPU</cp:lastModifiedBy>
  <cp:revision>4</cp:revision>
  <cp:lastPrinted>2013-10-18T08:32:00Z</cp:lastPrinted>
  <dcterms:created xsi:type="dcterms:W3CDTF">2025-09-03T23:08:00Z</dcterms:created>
  <dcterms:modified xsi:type="dcterms:W3CDTF">2025-09-05T02:24:00Z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